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91A11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4E9C223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26C988E4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1C9553F1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bookmarkEnd w:id="0"/>
    <w:p w14:paraId="27C21879" w14:textId="77777777" w:rsidR="00923362" w:rsidRPr="00192F6C" w:rsidRDefault="00923362" w:rsidP="00923362">
      <w:pPr>
        <w:spacing w:line="252" w:lineRule="exact"/>
        <w:ind w:right="284"/>
        <w:jc w:val="both"/>
        <w:rPr>
          <w:rFonts w:ascii="Arial" w:hAnsi="Arial"/>
          <w:sz w:val="20"/>
          <w:lang w:val="nb-NO"/>
        </w:rPr>
      </w:pPr>
      <w:r w:rsidRPr="00192F6C">
        <w:rPr>
          <w:rFonts w:ascii="Arial" w:hAnsi="Arial" w:cs="Arial"/>
          <w:sz w:val="20"/>
          <w:lang w:val="nb-NO"/>
        </w:rPr>
        <w:fldChar w:fldCharType="begin"/>
      </w:r>
      <w:r w:rsidRPr="00192F6C">
        <w:rPr>
          <w:rFonts w:ascii="Arial" w:hAnsi="Arial" w:cs="Arial"/>
          <w:sz w:val="20"/>
          <w:lang w:val="nb-NO"/>
        </w:rPr>
        <w:instrText xml:space="preserve"> MACROBUTTON NOMACRO [Navn/adresse, deretter F11]</w:instrText>
      </w:r>
      <w:r w:rsidRPr="00192F6C">
        <w:rPr>
          <w:rFonts w:ascii="Arial" w:hAnsi="Arial" w:cs="Arial"/>
          <w:sz w:val="20"/>
          <w:lang w:val="nb-NO"/>
        </w:rPr>
        <w:fldChar w:fldCharType="end"/>
      </w:r>
      <w:bookmarkEnd w:id="1"/>
    </w:p>
    <w:p w14:paraId="5C319E37" w14:textId="77777777" w:rsidR="00923362" w:rsidRPr="00192F6C" w:rsidRDefault="00923362" w:rsidP="00923362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768F9006" w14:textId="77777777" w:rsidR="00923362" w:rsidRPr="00192F6C" w:rsidRDefault="00923362" w:rsidP="00923362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192F6C">
        <w:rPr>
          <w:rFonts w:ascii="Arial" w:hAnsi="Arial"/>
          <w:sz w:val="20"/>
          <w:lang w:val="nb-NO"/>
        </w:rPr>
        <w:t xml:space="preserve">Oslo, </w:t>
      </w:r>
      <w:r w:rsidRPr="00192F6C">
        <w:rPr>
          <w:rFonts w:ascii="Arial" w:hAnsi="Arial"/>
          <w:sz w:val="20"/>
          <w:lang w:val="nb-NO"/>
        </w:rPr>
        <w:fldChar w:fldCharType="begin"/>
      </w:r>
      <w:r w:rsidRPr="00192F6C">
        <w:rPr>
          <w:rFonts w:ascii="Arial" w:hAnsi="Arial"/>
          <w:sz w:val="20"/>
          <w:lang w:val="nb-NO"/>
        </w:rPr>
        <w:instrText xml:space="preserve"> CREATEDATE \@ "d. MMMM yyyy"</w:instrText>
      </w:r>
      <w:r w:rsidRPr="00192F6C">
        <w:rPr>
          <w:rFonts w:ascii="Arial" w:hAnsi="Arial"/>
          <w:sz w:val="20"/>
          <w:lang w:val="nb-NO"/>
        </w:rPr>
        <w:fldChar w:fldCharType="separate"/>
      </w:r>
      <w:r w:rsidR="00EE077B">
        <w:rPr>
          <w:rFonts w:ascii="Arial" w:hAnsi="Arial"/>
          <w:noProof/>
          <w:sz w:val="20"/>
          <w:lang w:val="nb-NO"/>
        </w:rPr>
        <w:t>25. september 2024</w:t>
      </w:r>
      <w:r w:rsidRPr="00192F6C">
        <w:rPr>
          <w:rFonts w:ascii="Arial" w:hAnsi="Arial"/>
          <w:sz w:val="20"/>
          <w:lang w:val="nb-NO"/>
        </w:rPr>
        <w:fldChar w:fldCharType="end"/>
      </w:r>
    </w:p>
    <w:p w14:paraId="7C953388" w14:textId="77777777" w:rsidR="00923362" w:rsidRPr="00192F6C" w:rsidRDefault="00923362" w:rsidP="00923362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2E6E444" w14:textId="77777777" w:rsidR="00923362" w:rsidRPr="00192F6C" w:rsidRDefault="00923362" w:rsidP="00923362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6ECFC1EB" w14:textId="77777777" w:rsidR="00923362" w:rsidRPr="00192F6C" w:rsidRDefault="00923362" w:rsidP="00923362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334F3D93" w14:textId="77777777" w:rsidR="00923362" w:rsidRPr="00192F6C" w:rsidRDefault="00923362" w:rsidP="00923362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1F9FBDC" w14:textId="77777777" w:rsidR="00923362" w:rsidRPr="00192F6C" w:rsidRDefault="00923362" w:rsidP="00923362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6E3FD706" w14:textId="77777777" w:rsidR="00923362" w:rsidRPr="00192F6C" w:rsidRDefault="00923362" w:rsidP="00923362">
      <w:pPr>
        <w:tabs>
          <w:tab w:val="left" w:pos="960"/>
        </w:tabs>
        <w:jc w:val="both"/>
        <w:rPr>
          <w:rFonts w:ascii="Arial" w:hAnsi="Arial"/>
          <w:szCs w:val="24"/>
          <w:lang w:val="nb-NO"/>
        </w:rPr>
      </w:pPr>
      <w:r w:rsidRPr="00192F6C">
        <w:rPr>
          <w:rFonts w:ascii="Arial" w:hAnsi="Arial"/>
          <w:b/>
          <w:bCs/>
          <w:szCs w:val="24"/>
          <w:lang w:val="nb-NO"/>
        </w:rPr>
        <w:fldChar w:fldCharType="begin"/>
      </w:r>
      <w:r w:rsidRPr="00192F6C">
        <w:rPr>
          <w:rFonts w:ascii="Arial" w:hAnsi="Arial"/>
          <w:b/>
          <w:bCs/>
          <w:szCs w:val="24"/>
          <w:lang w:val="nb-NO"/>
        </w:rPr>
        <w:instrText xml:space="preserve"> MACROBUTTON NOMACRO [Overskrift]</w:instrText>
      </w:r>
      <w:r w:rsidRPr="00192F6C">
        <w:rPr>
          <w:rFonts w:ascii="Arial" w:hAnsi="Arial"/>
          <w:szCs w:val="24"/>
          <w:lang w:val="nb-NO"/>
        </w:rPr>
        <w:fldChar w:fldCharType="end"/>
      </w:r>
      <w:r w:rsidRPr="00192F6C">
        <w:rPr>
          <w:rFonts w:ascii="Arial" w:hAnsi="Arial"/>
          <w:szCs w:val="24"/>
          <w:lang w:val="nb-NO"/>
        </w:rPr>
        <w:tab/>
      </w:r>
    </w:p>
    <w:p w14:paraId="2228F28D" w14:textId="77777777" w:rsidR="00923362" w:rsidRPr="00192F6C" w:rsidRDefault="00923362" w:rsidP="00923362">
      <w:pPr>
        <w:jc w:val="both"/>
        <w:rPr>
          <w:rFonts w:ascii="Arial" w:hAnsi="Arial"/>
          <w:sz w:val="20"/>
          <w:lang w:val="nb-NO"/>
        </w:rPr>
      </w:pPr>
    </w:p>
    <w:p w14:paraId="17EDCEE3" w14:textId="77777777" w:rsidR="00923362" w:rsidRPr="00192F6C" w:rsidRDefault="00923362" w:rsidP="00923362">
      <w:pPr>
        <w:jc w:val="both"/>
        <w:rPr>
          <w:rFonts w:ascii="Arial" w:hAnsi="Arial"/>
          <w:sz w:val="20"/>
          <w:lang w:val="nb-NO"/>
        </w:rPr>
      </w:pPr>
      <w:r w:rsidRPr="00192F6C">
        <w:rPr>
          <w:rFonts w:ascii="Arial" w:hAnsi="Arial"/>
          <w:sz w:val="20"/>
          <w:lang w:val="nb-NO"/>
        </w:rPr>
        <w:fldChar w:fldCharType="begin"/>
      </w:r>
      <w:r w:rsidRPr="00192F6C">
        <w:rPr>
          <w:rFonts w:ascii="Arial" w:hAnsi="Arial"/>
          <w:sz w:val="20"/>
          <w:lang w:val="nb-NO"/>
        </w:rPr>
        <w:instrText xml:space="preserve"> MACROBUTTON NOMACRO [Tekst]</w:instrText>
      </w:r>
      <w:r w:rsidRPr="00192F6C">
        <w:rPr>
          <w:rFonts w:ascii="Arial" w:hAnsi="Arial"/>
          <w:sz w:val="20"/>
          <w:lang w:val="nb-NO"/>
        </w:rPr>
        <w:fldChar w:fldCharType="end"/>
      </w:r>
    </w:p>
    <w:p w14:paraId="19268EC4" w14:textId="77777777" w:rsidR="00923362" w:rsidRPr="00192F6C" w:rsidRDefault="00923362" w:rsidP="00923362">
      <w:pPr>
        <w:jc w:val="both"/>
        <w:rPr>
          <w:rFonts w:ascii="Arial" w:hAnsi="Arial"/>
          <w:sz w:val="20"/>
          <w:lang w:val="nb-NO"/>
        </w:rPr>
      </w:pPr>
    </w:p>
    <w:p w14:paraId="773FC6CC" w14:textId="77777777" w:rsidR="00923362" w:rsidRPr="00192F6C" w:rsidRDefault="00923362" w:rsidP="00923362">
      <w:pPr>
        <w:jc w:val="both"/>
        <w:rPr>
          <w:rFonts w:ascii="Arial" w:hAnsi="Arial"/>
          <w:sz w:val="20"/>
          <w:lang w:val="nb-NO"/>
        </w:rPr>
      </w:pPr>
    </w:p>
    <w:p w14:paraId="64BA78E4" w14:textId="77777777" w:rsidR="00923362" w:rsidRPr="00923362" w:rsidRDefault="00923362" w:rsidP="00923362">
      <w:pPr>
        <w:spacing w:line="252" w:lineRule="exact"/>
        <w:ind w:right="282"/>
        <w:jc w:val="both"/>
        <w:rPr>
          <w:rFonts w:ascii="Arial" w:hAnsi="Arial"/>
          <w:sz w:val="20"/>
        </w:rPr>
      </w:pPr>
      <w:r w:rsidRPr="00923362">
        <w:rPr>
          <w:rFonts w:ascii="Arial" w:hAnsi="Arial"/>
          <w:sz w:val="20"/>
        </w:rPr>
        <w:t>Med hilsen</w:t>
      </w:r>
    </w:p>
    <w:p w14:paraId="60BCBB89" w14:textId="77777777" w:rsidR="00923362" w:rsidRPr="00923362" w:rsidRDefault="00923362" w:rsidP="00923362">
      <w:pPr>
        <w:spacing w:line="252" w:lineRule="exact"/>
        <w:ind w:right="282"/>
        <w:jc w:val="both"/>
        <w:rPr>
          <w:rFonts w:ascii="Arial" w:hAnsi="Arial"/>
          <w:sz w:val="20"/>
        </w:rPr>
      </w:pPr>
      <w:r w:rsidRPr="00923362">
        <w:rPr>
          <w:rFonts w:ascii="Arial" w:hAnsi="Arial"/>
          <w:sz w:val="20"/>
        </w:rPr>
        <w:t>for HÖEGH AUTOLINERS AS</w:t>
      </w:r>
    </w:p>
    <w:p w14:paraId="43736883" w14:textId="77777777" w:rsidR="00923362" w:rsidRPr="00923362" w:rsidRDefault="00923362" w:rsidP="00923362">
      <w:pPr>
        <w:jc w:val="both"/>
        <w:rPr>
          <w:rFonts w:ascii="Arial" w:hAnsi="Arial"/>
          <w:sz w:val="20"/>
        </w:rPr>
      </w:pPr>
    </w:p>
    <w:p w14:paraId="3D7D3917" w14:textId="77777777" w:rsidR="00923362" w:rsidRPr="00923362" w:rsidRDefault="00923362" w:rsidP="00923362">
      <w:pPr>
        <w:jc w:val="both"/>
        <w:rPr>
          <w:rFonts w:ascii="Arial" w:hAnsi="Arial"/>
          <w:sz w:val="20"/>
        </w:rPr>
      </w:pPr>
    </w:p>
    <w:p w14:paraId="0803F67C" w14:textId="77777777" w:rsidR="00923362" w:rsidRPr="00923362" w:rsidRDefault="00923362" w:rsidP="00923362">
      <w:pPr>
        <w:jc w:val="both"/>
        <w:rPr>
          <w:rFonts w:ascii="Arial" w:hAnsi="Arial"/>
          <w:sz w:val="20"/>
        </w:rPr>
      </w:pPr>
    </w:p>
    <w:p w14:paraId="1B139F55" w14:textId="77777777" w:rsidR="00923362" w:rsidRPr="00192F6C" w:rsidRDefault="00923362" w:rsidP="00923362">
      <w:pPr>
        <w:jc w:val="both"/>
        <w:rPr>
          <w:rFonts w:ascii="Arial" w:hAnsi="Arial"/>
          <w:sz w:val="20"/>
          <w:lang w:val="nb-NO"/>
        </w:rPr>
      </w:pPr>
      <w:r w:rsidRPr="00192F6C">
        <w:rPr>
          <w:rFonts w:ascii="Arial" w:hAnsi="Arial"/>
          <w:sz w:val="20"/>
          <w:lang w:val="nb-NO"/>
        </w:rPr>
        <w:fldChar w:fldCharType="begin"/>
      </w:r>
      <w:r w:rsidRPr="00192F6C">
        <w:rPr>
          <w:rFonts w:ascii="Arial" w:hAnsi="Arial"/>
          <w:sz w:val="20"/>
          <w:lang w:val="nb-NO"/>
        </w:rPr>
        <w:instrText xml:space="preserve"> MACROBUTTON NOMACRO [Navn]</w:instrText>
      </w:r>
      <w:r w:rsidRPr="00192F6C">
        <w:rPr>
          <w:rFonts w:ascii="Arial" w:hAnsi="Arial"/>
          <w:sz w:val="20"/>
          <w:lang w:val="nb-NO"/>
        </w:rPr>
        <w:fldChar w:fldCharType="end"/>
      </w:r>
    </w:p>
    <w:p w14:paraId="5AD440C4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1BC58495" w14:textId="77777777" w:rsidR="00844784" w:rsidRPr="00003CD2" w:rsidRDefault="00844784">
      <w:pPr>
        <w:spacing w:line="252" w:lineRule="exact"/>
        <w:ind w:right="-142"/>
        <w:jc w:val="both"/>
        <w:rPr>
          <w:rFonts w:ascii="Arial" w:hAnsi="Arial"/>
          <w:sz w:val="20"/>
          <w:lang w:val="en-GB"/>
        </w:rPr>
      </w:pPr>
    </w:p>
    <w:p w14:paraId="037C18C1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4ACE68AC" w14:textId="77777777" w:rsidR="0084795C" w:rsidRPr="006B4666" w:rsidRDefault="0084795C" w:rsidP="006B4666">
      <w:pPr>
        <w:rPr>
          <w:rFonts w:ascii="Arial" w:hAnsi="Arial"/>
          <w:sz w:val="20"/>
          <w:lang w:val="en-GB"/>
        </w:rPr>
      </w:pPr>
    </w:p>
    <w:sectPr w:rsidR="0084795C" w:rsidRPr="006B4666" w:rsidSect="00052E1C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60F0" w14:textId="77777777" w:rsidR="003C10F4" w:rsidRDefault="003C10F4">
      <w:r>
        <w:separator/>
      </w:r>
    </w:p>
  </w:endnote>
  <w:endnote w:type="continuationSeparator" w:id="0">
    <w:p w14:paraId="47982E52" w14:textId="77777777" w:rsidR="003C10F4" w:rsidRDefault="003C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8F74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B5179A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039B10F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704A7F3D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:rsidRPr="00D82E9E" w14:paraId="5690407A" w14:textId="77777777" w:rsidTr="00DD08B0">
      <w:tc>
        <w:tcPr>
          <w:tcW w:w="9344" w:type="dxa"/>
        </w:tcPr>
        <w:p w14:paraId="27FB06C0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8C2595">
            <w:rPr>
              <w:rFonts w:ascii="Arial" w:hAnsi="Arial"/>
              <w:color w:val="000000" w:themeColor="text1"/>
              <w:sz w:val="15"/>
              <w:lang w:val="en-GB"/>
            </w:rPr>
            <w:t>933 099 628</w:t>
          </w:r>
        </w:p>
        <w:p w14:paraId="643EC173" w14:textId="77777777" w:rsidR="00DD08B0" w:rsidRPr="00D82E9E" w:rsidRDefault="00D82E9E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  <w:lang w:val="nb-NO"/>
            </w:rPr>
          </w:pPr>
          <w:r w:rsidRPr="00D82E9E">
            <w:rPr>
              <w:rFonts w:ascii="Arial" w:hAnsi="Arial"/>
              <w:color w:val="000000" w:themeColor="text1"/>
              <w:sz w:val="15"/>
              <w:lang w:val="nb-NO"/>
            </w:rPr>
            <w:t>Besøksadresse</w:t>
          </w:r>
          <w:r w:rsidR="00DD08B0" w:rsidRPr="00D82E9E">
            <w:rPr>
              <w:rFonts w:ascii="Arial" w:hAnsi="Arial"/>
              <w:color w:val="000000" w:themeColor="text1"/>
              <w:sz w:val="15"/>
              <w:lang w:val="nb-NO"/>
            </w:rPr>
            <w:t>: Drammensveien 134, 0277 Oslo | Pos</w:t>
          </w:r>
          <w:r w:rsidRPr="00D82E9E">
            <w:rPr>
              <w:rFonts w:ascii="Arial" w:hAnsi="Arial"/>
              <w:color w:val="000000" w:themeColor="text1"/>
              <w:sz w:val="15"/>
              <w:lang w:val="nb-NO"/>
            </w:rPr>
            <w:t>t</w:t>
          </w:r>
          <w:r w:rsidR="00DD08B0" w:rsidRPr="00D82E9E">
            <w:rPr>
              <w:rFonts w:ascii="Arial" w:hAnsi="Arial"/>
              <w:color w:val="000000" w:themeColor="text1"/>
              <w:sz w:val="15"/>
              <w:lang w:val="nb-NO"/>
            </w:rPr>
            <w:t>adress</w:t>
          </w:r>
          <w:r w:rsidRPr="00D82E9E">
            <w:rPr>
              <w:rFonts w:ascii="Arial" w:hAnsi="Arial"/>
              <w:color w:val="000000" w:themeColor="text1"/>
              <w:sz w:val="15"/>
              <w:lang w:val="nb-NO"/>
            </w:rPr>
            <w:t>e</w:t>
          </w:r>
          <w:r w:rsidR="00DD08B0" w:rsidRPr="00D82E9E">
            <w:rPr>
              <w:rFonts w:ascii="Arial" w:hAnsi="Arial"/>
              <w:color w:val="000000" w:themeColor="text1"/>
              <w:sz w:val="15"/>
              <w:lang w:val="nb-NO"/>
            </w:rPr>
            <w:t>: P</w:t>
          </w:r>
          <w:r>
            <w:rPr>
              <w:rFonts w:ascii="Arial" w:hAnsi="Arial"/>
              <w:color w:val="000000" w:themeColor="text1"/>
              <w:sz w:val="15"/>
              <w:lang w:val="nb-NO"/>
            </w:rPr>
            <w:t>ostboks</w:t>
          </w:r>
          <w:r w:rsidR="00DD08B0" w:rsidRPr="00D82E9E">
            <w:rPr>
              <w:rFonts w:ascii="Arial" w:hAnsi="Arial"/>
              <w:color w:val="000000" w:themeColor="text1"/>
              <w:sz w:val="15"/>
              <w:lang w:val="nb-NO"/>
            </w:rPr>
            <w:t xml:space="preserve"> 4 Skøyen, 0212 Oslo, Norway | Tl</w:t>
          </w:r>
          <w:r>
            <w:rPr>
              <w:rFonts w:ascii="Arial" w:hAnsi="Arial"/>
              <w:color w:val="000000" w:themeColor="text1"/>
              <w:sz w:val="15"/>
              <w:lang w:val="nb-NO"/>
            </w:rPr>
            <w:t>f</w:t>
          </w:r>
          <w:r w:rsidR="00DD08B0" w:rsidRPr="00D82E9E">
            <w:rPr>
              <w:rFonts w:ascii="Arial" w:hAnsi="Arial"/>
              <w:color w:val="000000" w:themeColor="text1"/>
              <w:sz w:val="15"/>
              <w:lang w:val="nb-NO"/>
            </w:rPr>
            <w:t>: +47 21 03 90 00</w:t>
          </w:r>
        </w:p>
      </w:tc>
    </w:tr>
  </w:tbl>
  <w:p w14:paraId="77067124" w14:textId="77777777" w:rsidR="00963553" w:rsidRPr="00D82E9E" w:rsidRDefault="00963553" w:rsidP="00DD08B0">
    <w:pPr>
      <w:pStyle w:val="Footer"/>
      <w:rPr>
        <w:sz w:val="10"/>
        <w:szCs w:val="10"/>
        <w:lang w:val="nb-N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BAD9A" w14:textId="77777777" w:rsidR="003C10F4" w:rsidRDefault="003C10F4">
      <w:r>
        <w:separator/>
      </w:r>
    </w:p>
  </w:footnote>
  <w:footnote w:type="continuationSeparator" w:id="0">
    <w:p w14:paraId="5C424424" w14:textId="77777777" w:rsidR="003C10F4" w:rsidRDefault="003C1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3CA5" w14:textId="77777777" w:rsidR="00880AFB" w:rsidRDefault="00D82E9E" w:rsidP="00D82E9E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0D6C96B3" wp14:editId="19DE06C1">
          <wp:extent cx="1483748" cy="753454"/>
          <wp:effectExtent l="0" t="0" r="2540" b="0"/>
          <wp:docPr id="33858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320" cy="7669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77B"/>
    <w:rsid w:val="00003CD2"/>
    <w:rsid w:val="00007139"/>
    <w:rsid w:val="0003771C"/>
    <w:rsid w:val="00052E1C"/>
    <w:rsid w:val="000B673C"/>
    <w:rsid w:val="000D5FFC"/>
    <w:rsid w:val="0010752A"/>
    <w:rsid w:val="0016241D"/>
    <w:rsid w:val="00177D3F"/>
    <w:rsid w:val="001D7457"/>
    <w:rsid w:val="001F0B65"/>
    <w:rsid w:val="002B1028"/>
    <w:rsid w:val="002D09DB"/>
    <w:rsid w:val="002E3E16"/>
    <w:rsid w:val="00394B3A"/>
    <w:rsid w:val="003C10F4"/>
    <w:rsid w:val="00417BD9"/>
    <w:rsid w:val="00464D15"/>
    <w:rsid w:val="004E208D"/>
    <w:rsid w:val="00521C9B"/>
    <w:rsid w:val="005C0717"/>
    <w:rsid w:val="00604AE4"/>
    <w:rsid w:val="006B4666"/>
    <w:rsid w:val="00713862"/>
    <w:rsid w:val="007D46F5"/>
    <w:rsid w:val="007D490C"/>
    <w:rsid w:val="007D4C00"/>
    <w:rsid w:val="00805467"/>
    <w:rsid w:val="00843561"/>
    <w:rsid w:val="00844784"/>
    <w:rsid w:val="0084795C"/>
    <w:rsid w:val="00847A88"/>
    <w:rsid w:val="00852BD7"/>
    <w:rsid w:val="00880AFB"/>
    <w:rsid w:val="00896C03"/>
    <w:rsid w:val="008C2595"/>
    <w:rsid w:val="00923362"/>
    <w:rsid w:val="00944813"/>
    <w:rsid w:val="00951A9E"/>
    <w:rsid w:val="00963553"/>
    <w:rsid w:val="0099399B"/>
    <w:rsid w:val="009965CB"/>
    <w:rsid w:val="00A35C58"/>
    <w:rsid w:val="00AC2485"/>
    <w:rsid w:val="00AC6A02"/>
    <w:rsid w:val="00AF2AA3"/>
    <w:rsid w:val="00B638C8"/>
    <w:rsid w:val="00BE0B0E"/>
    <w:rsid w:val="00BE1D60"/>
    <w:rsid w:val="00C07DC4"/>
    <w:rsid w:val="00C919F9"/>
    <w:rsid w:val="00CD5B5B"/>
    <w:rsid w:val="00CF4629"/>
    <w:rsid w:val="00D14AD9"/>
    <w:rsid w:val="00D62137"/>
    <w:rsid w:val="00D82E9E"/>
    <w:rsid w:val="00DA1D3F"/>
    <w:rsid w:val="00DB2F3A"/>
    <w:rsid w:val="00DD08B0"/>
    <w:rsid w:val="00DD4865"/>
    <w:rsid w:val="00E31DF5"/>
    <w:rsid w:val="00E31FDF"/>
    <w:rsid w:val="00E51915"/>
    <w:rsid w:val="00EE077B"/>
    <w:rsid w:val="00F20E06"/>
    <w:rsid w:val="00F95EBB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F8B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23362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-%20Oslo_NO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- Oslo_NO_R02.dotx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2024-09-25T00:52:00Z</dcterms:created>
  <dcterms:modified xsi:type="dcterms:W3CDTF">2024-09-25T00:55:00Z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